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  <w:t>法定代表人委托书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color w:val="auto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焦作高新技术产业开发区民政和退役军人事务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中心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：</w:t>
      </w: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 xml:space="preserve">    兹委托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同志（性别：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，身份证号：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</w:rPr>
        <w:t xml:space="preserve">            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）， 代理法定代表人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同志（性别：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，身份证号：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），到贵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中心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办理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</w:rPr>
        <w:t>社会组织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  <w:lang w:eastAsia="zh-CN"/>
        </w:rPr>
        <w:t>名称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（登记、变更、注销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年检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）事项。在委托期限内，受委托人在授权范围内办理的所有委托事项，均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为法定代表人真实意愿表示，法定代表人愿负全部责任。</w:t>
      </w: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法定代表人（签字）：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联系电话: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       </w:t>
      </w: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受委托人（签字）：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联系电话: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</w:t>
      </w: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                                     </w:t>
      </w:r>
    </w:p>
    <w:p>
      <w:pPr>
        <w:ind w:firstLine="5760" w:firstLineChars="18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（单位盖章）</w:t>
      </w:r>
    </w:p>
    <w:p>
      <w:pPr>
        <w:ind w:firstLine="6080" w:firstLineChars="19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  月  日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jc w:val="both"/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（该处粘贴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或后附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法定代表人和受委托人身份证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双面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复印件）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zOGRmMjRhNDNmYTA1YzgyZjE1MmE1NTE3MjQ5OTIifQ=="/>
  </w:docVars>
  <w:rsids>
    <w:rsidRoot w:val="351D1A51"/>
    <w:rsid w:val="17FE4F8A"/>
    <w:rsid w:val="18572E40"/>
    <w:rsid w:val="32963134"/>
    <w:rsid w:val="351D1A51"/>
    <w:rsid w:val="69914AFA"/>
    <w:rsid w:val="6D535020"/>
    <w:rsid w:val="75EF3601"/>
    <w:rsid w:val="7A8E7BBC"/>
    <w:rsid w:val="7D7F9677"/>
    <w:rsid w:val="7DDE1411"/>
    <w:rsid w:val="7FFF0382"/>
    <w:rsid w:val="FBBFC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ql/C:\home\ql\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211</Words>
  <Characters>211</Characters>
  <Lines>0</Lines>
  <Paragraphs>0</Paragraphs>
  <TotalTime>2</TotalTime>
  <ScaleCrop>false</ScaleCrop>
  <LinksUpToDate>false</LinksUpToDate>
  <CharactersWithSpaces>436</CharactersWithSpaces>
  <Application>WPS Office_11.8.2.1130_F1E327BC-269C-435d-A152-05C5408002CA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2018-03-28T08:48:00Z</dcterms:created>
  <dc:creator>Administrator</dc:creator>
  <cp:lastModifiedBy>ql</cp:lastModifiedBy>
  <cp:lastPrinted>2024-08-28T18:01:00Z</cp:lastPrinted>
  <dcterms:modified xsi:type="dcterms:W3CDTF">2025-01-03T10:07:37Z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2052-11.8.2.1130</vt:lpwstr>
  </property>
  <property fmtid="{D5CDD505-2E9C-101B-9397-08002B2CF9AE}" pid="3" name="ICV">
    <vt:lpwstr>7A1F6634F5B3491C811BAE7D778F6B2D_13</vt:lpwstr>
  </property>
</Properties>
</file>