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会议纪要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20"/>
          <w:szCs w:val="20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时    间：XXXX年XX月XX日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地    点：XXXXXX会议室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会议形式：会员大会(或会员代表大会)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议    题：焦作市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*****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协会成立大会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主    持：秘书长XXXX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议    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一、宣布会议开始；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420" w:leftChars="20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二、民政局副局长xxx宣读批准文件；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420" w:leftChars="20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三、秘书长汇报筹备情况；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四、选举应到XXX人，实到XXX人，请假XX人，记票人XXX，倡票人XXX，监票人XXX。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大会通过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（举手表决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/无记名投票/****形式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选举协会会长为XXX、副会长为XXX、XXX、XXX、XXX、XXX，秘书长为XXX，表决通过章程、通过会费收取标准和方式；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420" w:leftChars="20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五、选举的会长讲话；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420" w:leftChars="20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六、到会领导讲话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420" w:leftChars="20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等等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签字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与会代表签字（后附签到表）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exact"/>
        <w:ind w:left="420" w:leftChars="20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文鼎大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B676F"/>
    <w:rsid w:val="1C5B676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2018-03-26T08:39:00Z</dcterms:created>
  <dc:creator>Administrator</dc:creator>
  <cp:lastModifiedBy>Administrator</cp:lastModifiedBy>
  <dcterms:modified xsi:type="dcterms:W3CDTF">2018-03-26T08:42:44Z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