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变更法定代表人情况说明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焦作市XX(社会团体名称）于XX年XX月XX日召开理事会，决定法定代表人由XX变更为XX，从XX年XX月XX日至XX年XX月XX日期间，焦作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市XX(社会团体名称）的收入XX元，支出XX元，无债权债务纠纷，在此期间所有责任由(社会团体名称）原法定代表人XX同志承担，XX年XX月XX日之后所有责任由(社会团体名称）现法定代表人XX同志承担。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wordWrap w:val="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单位盖章：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</w:p>
    <w:p>
      <w:pPr>
        <w:wordWrap w:val="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新老法定代表人签字：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XX年XX月XX日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40293"/>
    <w:rsid w:val="21E4029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2018-03-27T00:57:00Z</dcterms:created>
  <dc:creator>Administrator</dc:creator>
  <cp:lastModifiedBy>Administrator</cp:lastModifiedBy>
  <dcterms:modified xsi:type="dcterms:W3CDTF">2018-03-27T00:58:53Z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