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会议纪要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时   间：201X年X月X日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   点：会议室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会议形式：会员大会／会员代表大会／理事会／常务理事会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参加人员：XXX、XXX、XXX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到会情况：应到XX人；实到XX人；缺席XX人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议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题：研究单位（填具体变更事项）变更事宜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由于XXXXXXXX原因，我们单位的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应变更，现研究变更事宜。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决   议：经参会人员研究，一致同意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由XXXX变更为XXX。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法定代表人（签字）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20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与会代表签字（后附签到表）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26375"/>
    <w:rsid w:val="64A2637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2018-03-27T00:10:00Z</dcterms:created>
  <dc:creator>Administrator</dc:creator>
  <cp:lastModifiedBy>Administrator</cp:lastModifiedBy>
  <dcterms:modified xsi:type="dcterms:W3CDTF">2018-03-27T00:13:02Z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