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351D1A51"/>
    <w:rsid w:val="411C5017"/>
    <w:rsid w:val="679D1D5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2018-04-02T02:05:18Z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