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山阳区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A51"/>
    <w:rsid w:val="18572E40"/>
    <w:rsid w:val="28CE5636"/>
    <w:rsid w:val="351D1A51"/>
    <w:rsid w:val="6D535020"/>
    <w:rsid w:val="7A8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2018-03-26T08:48:00Z</dcterms:created>
  <dc:creator>Administrator</dc:creator>
  <cp:lastModifiedBy>Administrator</cp:lastModifiedBy>
  <dcterms:modified xsi:type="dcterms:W3CDTF">2018-04-02T01:39:01Z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