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/>
          <w:color w:val="auto"/>
          <w:sz w:val="32"/>
          <w:szCs w:val="32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color w:val="auto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color w:val="auto"/>
          <w:sz w:val="32"/>
          <w:szCs w:val="32"/>
        </w:rPr>
        <w:t>变更法定代表人情况说明</w:t>
      </w:r>
    </w:p>
    <w:p>
      <w:pPr>
        <w:rPr>
          <w:rFonts w:hint="eastAsia"/>
          <w:b/>
          <w:color w:val="auto"/>
          <w:sz w:val="32"/>
          <w:szCs w:val="32"/>
        </w:rPr>
      </w:pPr>
      <w:r>
        <w:rPr>
          <w:rFonts w:hint="eastAsia"/>
          <w:b/>
          <w:color w:val="auto"/>
          <w:sz w:val="32"/>
          <w:szCs w:val="32"/>
        </w:rPr>
        <w:t xml:space="preserve"> </w:t>
      </w:r>
    </w:p>
    <w:p>
      <w:pPr>
        <w:ind w:firstLine="630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焦作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市XX学校于XX年XX月XX日召开理事会，决定法定代表人由XX变更为XX，从XX年XX月XX日至XX年XX月XX日期间，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焦作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市XX学校的收入XX元，支出XX元，无债权债务纠纷，在此期间所有责任由学校原法定代表人XX同志承担，XX年XX月XX日之后所有责任由学校现法定代表人XX同志承担。</w:t>
      </w:r>
    </w:p>
    <w:p>
      <w:pPr>
        <w:ind w:firstLine="630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>
      <w:pPr>
        <w:ind w:firstLine="630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>
      <w:pPr>
        <w:wordWrap/>
        <w:ind w:left="4198" w:leftChars="399" w:right="640" w:hanging="3360" w:hangingChars="1200"/>
        <w:jc w:val="left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     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单位盖章：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          </w:t>
      </w:r>
      <w:bookmarkStart w:id="0" w:name="_GoBack"/>
      <w:bookmarkEnd w:id="0"/>
    </w:p>
    <w:p>
      <w:pPr>
        <w:wordWrap/>
        <w:ind w:firstLine="630"/>
        <w:jc w:val="left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老法定代表人签字：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       </w:t>
      </w:r>
    </w:p>
    <w:p>
      <w:pPr>
        <w:ind w:firstLine="630"/>
        <w:jc w:val="center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新法定代表人签字：</w:t>
      </w:r>
    </w:p>
    <w:p>
      <w:pPr>
        <w:ind w:firstLine="630"/>
        <w:jc w:val="right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>
      <w:pPr>
        <w:ind w:firstLine="630"/>
        <w:jc w:val="right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XX年XX月XX日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F91914"/>
    <w:rsid w:val="57F91914"/>
    <w:rsid w:val="6D535020"/>
    <w:rsid w:val="6FB02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2018-03-27T07:18:00Z</dcterms:created>
  <dc:creator>Administrator</dc:creator>
  <cp:lastModifiedBy>Administrator</cp:lastModifiedBy>
  <dcterms:modified xsi:type="dcterms:W3CDTF">2018-03-29T02:18:58Z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