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2F931B52"/>
    <w:rsid w:val="351D1A51"/>
    <w:rsid w:val="6D535020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2018-04-02T01:51:56Z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